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80" w:lineRule="auto"/>
        <w:ind w:left="0" w:right="0"/>
        <w:jc w:val="center"/>
        <w:rPr>
          <w:rFonts w:hint="eastAsia" w:ascii="宋体" w:hAnsi="宋体" w:eastAsia="宋体" w:cs="宋体"/>
          <w:b/>
          <w:bCs/>
          <w:sz w:val="44"/>
          <w:szCs w:val="44"/>
          <w:shd w:val="clear" w:fill="FFFFFF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shd w:val="clear" w:fill="FFFFFF"/>
          <w:lang w:val="en-US" w:eastAsia="zh-CN"/>
        </w:rPr>
        <w:t>财经学院关于2023年度教师系列中高级专业技术资格申报材料公示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海南省高校教师系列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专业技术资格评审工作要求，将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职称申报人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王欣、贺群舟以及中级职称申报人周风涛、金灵巧、朱广君的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海南省教师系列专业技术资格评审登记表（高校）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个人综述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公告栏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上集</w:t>
      </w:r>
      <w:r>
        <w:rPr>
          <w:rFonts w:hint="eastAsia" w:ascii="仿宋_GB2312" w:hAnsi="仿宋_GB2312" w:eastAsia="仿宋_GB2312" w:cs="仿宋_GB2312"/>
          <w:sz w:val="32"/>
          <w:szCs w:val="32"/>
        </w:rPr>
        <w:t>中公示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将申报人提供的业绩材料、证件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等纸质材料放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406办公室集中展示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针对申报材料是否真实，接受广大教职工的监督与审议，公示期限为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个工作日</w:t>
      </w:r>
      <w:r>
        <w:rPr>
          <w:rFonts w:hint="eastAsia" w:ascii="仿宋_GB2312" w:hAnsi="仿宋_GB2312" w:eastAsia="仿宋_GB2312" w:cs="仿宋_GB2312"/>
          <w:sz w:val="32"/>
          <w:szCs w:val="32"/>
        </w:rPr>
        <w:t>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17日</w:t>
      </w:r>
      <w:r>
        <w:rPr>
          <w:rFonts w:hint="eastAsia" w:ascii="仿宋_GB2312" w:hAnsi="仿宋_GB2312" w:eastAsia="仿宋_GB2312" w:cs="仿宋_GB2312"/>
          <w:sz w:val="32"/>
          <w:szCs w:val="32"/>
        </w:rPr>
        <w:t>--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日)。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如对申报人员的材料有异议，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请及时向学院办公室反映。</w:t>
      </w:r>
      <w:r>
        <w:rPr>
          <w:rFonts w:hint="eastAsia" w:ascii="仿宋_GB2312" w:hAnsi="仿宋_GB2312" w:eastAsia="仿宋_GB2312" w:cs="仿宋_GB2312"/>
          <w:sz w:val="32"/>
          <w:szCs w:val="32"/>
        </w:rPr>
        <w:t>反映情况和问题必须实事求是，有事实依据，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原则上</w:t>
      </w:r>
      <w:r>
        <w:rPr>
          <w:rFonts w:hint="eastAsia" w:ascii="仿宋_GB2312" w:hAnsi="仿宋_GB2312" w:eastAsia="仿宋_GB2312" w:cs="仿宋_GB2312"/>
          <w:sz w:val="32"/>
          <w:szCs w:val="32"/>
        </w:rPr>
        <w:t>应以书面形式签署真实姓名和联系方式，以便调查核实反映的问题。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联系人：金灵巧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0898-88386761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财经学院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2023年12月17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pStyle w:val="2"/>
        <w:keepNext w:val="0"/>
        <w:keepLines w:val="0"/>
        <w:widowControl/>
        <w:suppressLineNumbers w:val="0"/>
        <w:spacing w:line="480" w:lineRule="auto"/>
        <w:ind w:left="0" w:right="0"/>
        <w:jc w:val="center"/>
        <w:rPr>
          <w:rFonts w:hint="eastAsia" w:ascii="宋体" w:hAnsi="宋体" w:eastAsia="宋体" w:cs="宋体"/>
          <w:sz w:val="32"/>
          <w:szCs w:val="32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MzE0Y2FjOTM1MWNkNmY5NDViMjVjMTdjZTYzYmQifQ=="/>
  </w:docVars>
  <w:rsids>
    <w:rsidRoot w:val="168C2B02"/>
    <w:rsid w:val="001820C7"/>
    <w:rsid w:val="03310D60"/>
    <w:rsid w:val="0C9C07B3"/>
    <w:rsid w:val="0D875370"/>
    <w:rsid w:val="0E3860DA"/>
    <w:rsid w:val="0FC86844"/>
    <w:rsid w:val="1663729D"/>
    <w:rsid w:val="168C2B02"/>
    <w:rsid w:val="1CC931D7"/>
    <w:rsid w:val="20AF72C7"/>
    <w:rsid w:val="25566C7E"/>
    <w:rsid w:val="2BB4475E"/>
    <w:rsid w:val="32372C59"/>
    <w:rsid w:val="326B6CB6"/>
    <w:rsid w:val="373146F5"/>
    <w:rsid w:val="3D744509"/>
    <w:rsid w:val="3FBA4534"/>
    <w:rsid w:val="3FD4338C"/>
    <w:rsid w:val="4272318F"/>
    <w:rsid w:val="42D44E9E"/>
    <w:rsid w:val="43D746E1"/>
    <w:rsid w:val="44001981"/>
    <w:rsid w:val="493830F0"/>
    <w:rsid w:val="561114FC"/>
    <w:rsid w:val="5A8C2B76"/>
    <w:rsid w:val="5AFF0149"/>
    <w:rsid w:val="5FA930C5"/>
    <w:rsid w:val="61AF1239"/>
    <w:rsid w:val="63E07D8A"/>
    <w:rsid w:val="68F2428E"/>
    <w:rsid w:val="6D535020"/>
    <w:rsid w:val="6E4D2AC4"/>
    <w:rsid w:val="6E8024C1"/>
    <w:rsid w:val="71937FFD"/>
    <w:rsid w:val="741B611B"/>
    <w:rsid w:val="75863EE6"/>
    <w:rsid w:val="7759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autoRedefine/>
    <w:qFormat/>
    <w:uiPriority w:val="0"/>
    <w:rPr>
      <w:color w:val="043B9C"/>
      <w:u w:val="none"/>
    </w:rPr>
  </w:style>
  <w:style w:type="character" w:styleId="6">
    <w:name w:val="Hyperlink"/>
    <w:basedOn w:val="4"/>
    <w:autoRedefine/>
    <w:qFormat/>
    <w:uiPriority w:val="0"/>
    <w:rPr>
      <w:color w:val="0033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2018-04-08T09:14:00Z</dcterms:created>
  <dc:creator>史志艳</dc:creator>
  <cp:lastModifiedBy>金灵巧</cp:lastModifiedBy>
  <cp:lastPrinted>2023-12-18T02:55:27Z</cp:lastPrinted>
  <dcterms:modified xsi:type="dcterms:W3CDTF">2023-12-18T02:55:30Z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AE4DDADE24024E9AA1661EF010F15756_13</vt:lpwstr>
  </property>
</Properties>
</file>